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EB787" w14:textId="77777777" w:rsidR="00C66170" w:rsidRDefault="00C66170" w:rsidP="00C66170">
      <w:pPr>
        <w:framePr w:w="9582" w:h="2155" w:wrap="notBeside" w:vAnchor="page" w:hAnchor="page" w:x="1702" w:y="3063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42"/>
        <w:gridCol w:w="3767"/>
      </w:tblGrid>
      <w:tr w:rsidR="00E85637" w14:paraId="3BA014B0" w14:textId="77777777" w:rsidTr="00C66170">
        <w:trPr>
          <w:cantSplit/>
          <w:trHeight w:val="567"/>
        </w:trPr>
        <w:tc>
          <w:tcPr>
            <w:tcW w:w="5217" w:type="dxa"/>
            <w:vMerge w:val="restart"/>
          </w:tcPr>
          <w:p w14:paraId="16037BE1" w14:textId="77777777" w:rsidR="003511CD" w:rsidRDefault="00B7608B" w:rsidP="003511CD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626C62" w:rsidRPr="00626C62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helpText w:type="text" w:val="Siia sisestage üks või mitu adressaati. Näiteks:  &#10;Hr Jüri Mägi&#10;Pikk 22&#10;23456 Kuressaare&#10;SAAREMAA&#10;Seejärel liikuge Tab klahviga järgmisele väljale."/>
                  <w:statusText w:type="text" w:val="Siia sisestage üks või mitu adressaati (vt F1)"/>
                  <w:textInput>
                    <w:default w:val="Adressaat"/>
                  </w:textInput>
                </w:ffData>
              </w:fldChar>
            </w:r>
            <w:r w:rsidR="00626C62" w:rsidRPr="00626C62">
              <w:rPr>
                <w:noProof/>
              </w:rPr>
              <w:instrText xml:space="preserve"> FORMTEXT </w:instrText>
            </w:r>
            <w:r w:rsidR="00626C62" w:rsidRPr="00626C62">
              <w:rPr>
                <w:noProof/>
              </w:rPr>
            </w:r>
            <w:r w:rsidR="00626C62" w:rsidRPr="00626C62">
              <w:rPr>
                <w:noProof/>
              </w:rPr>
              <w:fldChar w:fldCharType="separate"/>
            </w:r>
            <w:r w:rsidR="003511CD">
              <w:rPr>
                <w:noProof/>
              </w:rPr>
              <w:t xml:space="preserve">Saarde </w:t>
            </w:r>
            <w:r w:rsidR="006113B4" w:rsidRPr="006113B4">
              <w:rPr>
                <w:noProof/>
              </w:rPr>
              <w:t>Vallavalitsus</w:t>
            </w:r>
          </w:p>
          <w:p w14:paraId="1EB4254E" w14:textId="77777777" w:rsidR="00E85637" w:rsidRDefault="003511CD" w:rsidP="003511CD">
            <w:pPr>
              <w:framePr w:w="9582" w:h="2155" w:wrap="notBeside" w:vAnchor="page" w:hAnchor="page" w:x="1702" w:y="3063"/>
            </w:pPr>
            <w:r>
              <w:rPr>
                <w:noProof/>
              </w:rPr>
              <w:t>info@saarde.ee</w:t>
            </w:r>
            <w:r w:rsidR="00626C62" w:rsidRPr="00626C62">
              <w:rPr>
                <w:noProof/>
              </w:rPr>
              <w:fldChar w:fldCharType="end"/>
            </w:r>
            <w:r w:rsidR="00B7608B">
              <w:fldChar w:fldCharType="end"/>
            </w:r>
            <w:bookmarkEnd w:id="0"/>
          </w:p>
        </w:tc>
        <w:tc>
          <w:tcPr>
            <w:tcW w:w="526" w:type="dxa"/>
            <w:noWrap/>
          </w:tcPr>
          <w:p w14:paraId="0007EE84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83" w:type="dxa"/>
            <w:tcMar>
              <w:left w:w="85" w:type="dxa"/>
            </w:tcMar>
          </w:tcPr>
          <w:p w14:paraId="4B55F4E0" w14:textId="77777777"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14:paraId="1A9E4A71" w14:textId="77777777" w:rsidTr="00C66170">
        <w:trPr>
          <w:cantSplit/>
          <w:trHeight w:val="743"/>
        </w:trPr>
        <w:tc>
          <w:tcPr>
            <w:tcW w:w="5217" w:type="dxa"/>
            <w:vMerge/>
          </w:tcPr>
          <w:p w14:paraId="074666DA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26" w:type="dxa"/>
            <w:noWrap/>
          </w:tcPr>
          <w:p w14:paraId="32E4748A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0157A695" w14:textId="6284542C" w:rsidR="00E85637" w:rsidRDefault="00B7608B" w:rsidP="00F8674D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 w:rsidR="002E7164">
              <w:t>3-2.1/</w:t>
            </w:r>
            <w:r w:rsidR="003F6F72">
              <w:t>202</w:t>
            </w:r>
            <w:r w:rsidR="00D92EA5">
              <w:t>3</w:t>
            </w:r>
            <w:r w:rsidR="000070E8">
              <w:t>/</w:t>
            </w:r>
            <w:r w:rsidR="001805C9">
              <w:t>623</w:t>
            </w:r>
          </w:p>
        </w:tc>
      </w:tr>
      <w:tr w:rsidR="00E85637" w14:paraId="5C83438A" w14:textId="77777777" w:rsidTr="00C66170">
        <w:trPr>
          <w:cantSplit/>
          <w:trHeight w:hRule="exact" w:val="23"/>
        </w:trPr>
        <w:tc>
          <w:tcPr>
            <w:tcW w:w="5217" w:type="dxa"/>
          </w:tcPr>
          <w:p w14:paraId="459AA040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26" w:type="dxa"/>
            <w:noWrap/>
          </w:tcPr>
          <w:p w14:paraId="58029C5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83" w:type="dxa"/>
          </w:tcPr>
          <w:p w14:paraId="77358D86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32C2FAB2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7D185846" w14:textId="77777777" w:rsidR="00E85637" w:rsidRDefault="00E85637">
      <w:pPr>
        <w:rPr>
          <w:spacing w:val="0"/>
          <w:position w:val="0"/>
          <w:sz w:val="20"/>
        </w:rPr>
      </w:pPr>
    </w:p>
    <w:p w14:paraId="29FF7EED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30A13184" wp14:editId="32F5747D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50990" w14:textId="77777777" w:rsidR="00C66170" w:rsidRDefault="00C66170" w:rsidP="0058282E">
      <w:pPr>
        <w:pStyle w:val="Pealkiri1"/>
      </w:pPr>
    </w:p>
    <w:p w14:paraId="413CAD62" w14:textId="77777777" w:rsidR="00C66170" w:rsidRDefault="00C66170" w:rsidP="0058282E">
      <w:pPr>
        <w:pStyle w:val="Pealkiri1"/>
      </w:pPr>
    </w:p>
    <w:p w14:paraId="4FD45ACC" w14:textId="77777777" w:rsidR="006113B4" w:rsidRDefault="00B06906" w:rsidP="0058282E">
      <w:pPr>
        <w:pStyle w:val="Pealkiri1"/>
      </w:pPr>
      <w:r w:rsidRPr="00B06906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B06906">
        <w:instrText xml:space="preserve"> FORMTEXT </w:instrText>
      </w:r>
      <w:r w:rsidRPr="00B06906">
        <w:fldChar w:fldCharType="separate"/>
      </w:r>
      <w:r w:rsidR="006113B4" w:rsidRPr="006113B4">
        <w:t xml:space="preserve">Taotlus </w:t>
      </w:r>
      <w:r w:rsidR="003511CD">
        <w:t>Saarde</w:t>
      </w:r>
      <w:r w:rsidR="006113B4" w:rsidRPr="006113B4">
        <w:t xml:space="preserve"> vallale kuuluva tee</w:t>
      </w:r>
    </w:p>
    <w:p w14:paraId="20AC27EB" w14:textId="77777777" w:rsidR="00E85637" w:rsidRDefault="006113B4" w:rsidP="0058282E">
      <w:pPr>
        <w:pStyle w:val="Pealkiri1"/>
        <w:rPr>
          <w:noProof/>
        </w:rPr>
      </w:pPr>
      <w:r w:rsidRPr="006113B4">
        <w:t>kasutamiseks metsamaterjali väljaveoks</w:t>
      </w:r>
      <w:r w:rsidR="00B06906" w:rsidRPr="00B06906">
        <w:fldChar w:fldCharType="end"/>
      </w:r>
    </w:p>
    <w:p w14:paraId="078413C1" w14:textId="77777777" w:rsidR="00E85637" w:rsidRDefault="00E85637"/>
    <w:p w14:paraId="70F67B1F" w14:textId="77777777" w:rsidR="00E85637" w:rsidRDefault="00E85637">
      <w:pPr>
        <w:rPr>
          <w:sz w:val="26"/>
        </w:rPr>
      </w:pPr>
    </w:p>
    <w:p w14:paraId="3ADE5451" w14:textId="0806F509" w:rsidR="00876974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>Palun võimalusel luba järgmiste Saarde valla teede kasutamiseks metsamaterjali veoks (lubatud suurim a</w:t>
      </w:r>
      <w:r w:rsidR="00F8674D">
        <w:rPr>
          <w:spacing w:val="0"/>
          <w:position w:val="0"/>
        </w:rPr>
        <w:t xml:space="preserve">utorongi mass 52 tonni) alates </w:t>
      </w:r>
      <w:r w:rsidR="00671FF2">
        <w:rPr>
          <w:b/>
          <w:spacing w:val="0"/>
          <w:position w:val="0"/>
        </w:rPr>
        <w:t>06.02.2023.a. – 31.03.2023.a.</w:t>
      </w:r>
    </w:p>
    <w:p w14:paraId="7E556B3B" w14:textId="77777777" w:rsidR="000675A2" w:rsidRDefault="000675A2" w:rsidP="00876974">
      <w:pPr>
        <w:jc w:val="both"/>
        <w:rPr>
          <w:b/>
          <w:spacing w:val="0"/>
          <w:position w:val="0"/>
        </w:rPr>
      </w:pPr>
    </w:p>
    <w:p w14:paraId="10DD8D16" w14:textId="0CA52AC1" w:rsidR="000070E8" w:rsidRDefault="00A951F3" w:rsidP="00876974">
      <w:pPr>
        <w:jc w:val="both"/>
        <w:rPr>
          <w:b/>
          <w:spacing w:val="0"/>
          <w:position w:val="0"/>
        </w:rPr>
      </w:pPr>
      <w:r>
        <w:rPr>
          <w:b/>
          <w:spacing w:val="0"/>
          <w:position w:val="0"/>
        </w:rPr>
        <w:t>Saunametsa - Paikuse</w:t>
      </w:r>
      <w:r w:rsidR="000070E8">
        <w:rPr>
          <w:b/>
          <w:spacing w:val="0"/>
          <w:position w:val="0"/>
        </w:rPr>
        <w:t xml:space="preserve"> ( nr. </w:t>
      </w:r>
      <w:r>
        <w:rPr>
          <w:b/>
          <w:spacing w:val="0"/>
          <w:position w:val="0"/>
        </w:rPr>
        <w:t>1560012</w:t>
      </w:r>
      <w:r w:rsidR="000070E8">
        <w:rPr>
          <w:b/>
          <w:spacing w:val="0"/>
          <w:position w:val="0"/>
        </w:rPr>
        <w:t xml:space="preserve"> ) </w:t>
      </w:r>
      <w:r w:rsidR="000070E8">
        <w:rPr>
          <w:spacing w:val="0"/>
          <w:position w:val="0"/>
        </w:rPr>
        <w:t xml:space="preserve"> </w:t>
      </w:r>
    </w:p>
    <w:p w14:paraId="207320FF" w14:textId="77777777" w:rsidR="000070E8" w:rsidRDefault="000070E8" w:rsidP="00876974">
      <w:pPr>
        <w:jc w:val="both"/>
        <w:rPr>
          <w:b/>
          <w:spacing w:val="0"/>
          <w:position w:val="0"/>
        </w:rPr>
      </w:pPr>
    </w:p>
    <w:p w14:paraId="2DFFC566" w14:textId="41DEEE92" w:rsidR="000675A2" w:rsidRDefault="000675A2" w:rsidP="00876974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 xml:space="preserve"> vedusid organiseerib logistik Ülla Tomp (tel.nr. 51 42 243)</w:t>
      </w:r>
      <w:r w:rsidR="003F6F72">
        <w:rPr>
          <w:spacing w:val="0"/>
          <w:position w:val="0"/>
        </w:rPr>
        <w:t>.</w:t>
      </w:r>
    </w:p>
    <w:p w14:paraId="4844A369" w14:textId="77777777" w:rsidR="000675A2" w:rsidRDefault="000675A2" w:rsidP="00876974">
      <w:pPr>
        <w:jc w:val="both"/>
        <w:rPr>
          <w:spacing w:val="0"/>
          <w:position w:val="0"/>
        </w:rPr>
      </w:pPr>
    </w:p>
    <w:p w14:paraId="0C3DC652" w14:textId="77777777" w:rsidR="000675A2" w:rsidRDefault="000675A2" w:rsidP="00876974">
      <w:pPr>
        <w:jc w:val="both"/>
        <w:rPr>
          <w:spacing w:val="0"/>
          <w:position w:val="0"/>
        </w:rPr>
      </w:pPr>
    </w:p>
    <w:p w14:paraId="38EDDCBB" w14:textId="77777777" w:rsidR="000675A2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>Vedudel kasutatavate autode nimekiri lisatud</w:t>
      </w:r>
      <w:r w:rsidR="00477BB1">
        <w:rPr>
          <w:b/>
          <w:spacing w:val="0"/>
          <w:position w:val="0"/>
        </w:rPr>
        <w:t>.</w:t>
      </w:r>
    </w:p>
    <w:p w14:paraId="1839BA78" w14:textId="77777777" w:rsidR="003F6F72" w:rsidRDefault="00F8674D" w:rsidP="003F6F72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>Asukohaskeem lisatud.</w:t>
      </w:r>
    </w:p>
    <w:p w14:paraId="79B33A79" w14:textId="77777777" w:rsidR="003F6F72" w:rsidRPr="003F6F72" w:rsidRDefault="003F6F72" w:rsidP="003F6F72">
      <w:pPr>
        <w:jc w:val="both"/>
        <w:rPr>
          <w:spacing w:val="0"/>
          <w:position w:val="0"/>
        </w:rPr>
        <w:sectPr w:rsidR="003F6F72" w:rsidRPr="003F6F72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6BD72C97" w14:textId="77777777" w:rsidR="001D139F" w:rsidRDefault="001D139F"/>
    <w:p w14:paraId="38D687C7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1923BEED" w14:textId="77777777" w:rsidR="00E85637" w:rsidRDefault="00E85637"/>
    <w:p w14:paraId="0B605794" w14:textId="77777777" w:rsidR="00E85637" w:rsidRDefault="00E85637"/>
    <w:p w14:paraId="0A0C7534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1AF8F45B" w14:textId="77777777" w:rsidR="00E85637" w:rsidRDefault="00E85637"/>
    <w:p w14:paraId="5BC2FDD4" w14:textId="77777777" w:rsidR="00E85637" w:rsidRDefault="00E85637"/>
    <w:p w14:paraId="6290A5C0" w14:textId="77777777"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1" w:name="Dropdown9"/>
      <w:r>
        <w:rPr>
          <w:spacing w:val="0"/>
          <w:position w:val="0"/>
        </w:rPr>
        <w:instrText xml:space="preserve"> FORMDROPDOWN </w:instrText>
      </w:r>
      <w:r w:rsidR="002762FB">
        <w:rPr>
          <w:spacing w:val="0"/>
          <w:position w:val="0"/>
        </w:rPr>
      </w:r>
      <w:r w:rsidR="002762FB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1"/>
    </w:p>
    <w:p w14:paraId="62339AA1" w14:textId="77777777" w:rsidR="00E85637" w:rsidRDefault="00E85637"/>
    <w:p w14:paraId="70BFF132" w14:textId="77777777" w:rsidR="00E85637" w:rsidRDefault="00E85637">
      <w:pPr>
        <w:rPr>
          <w:sz w:val="14"/>
        </w:rPr>
      </w:pPr>
    </w:p>
    <w:p w14:paraId="0E94FBC9" w14:textId="77777777" w:rsidR="00E85637" w:rsidRDefault="00E85637">
      <w:pPr>
        <w:rPr>
          <w:sz w:val="2"/>
        </w:rPr>
      </w:pPr>
    </w:p>
    <w:p w14:paraId="048C01CD" w14:textId="77777777" w:rsidR="0058282E" w:rsidRDefault="000675A2">
      <w:r>
        <w:t>Herkki Kauts</w:t>
      </w:r>
    </w:p>
    <w:p w14:paraId="0A2DB64B" w14:textId="77777777" w:rsidR="000675A2" w:rsidRDefault="000675A2">
      <w:r>
        <w:t>RMK Edela regioon</w:t>
      </w:r>
    </w:p>
    <w:p w14:paraId="16B72427" w14:textId="77777777" w:rsidR="00E85637" w:rsidRDefault="000675A2">
      <w:r>
        <w:t>Viljandimaa varumisjuht</w:t>
      </w:r>
    </w:p>
    <w:p w14:paraId="0AF2BBE5" w14:textId="77777777" w:rsidR="00593917" w:rsidRDefault="00593917"/>
    <w:p w14:paraId="1D1EFDDC" w14:textId="77777777" w:rsidR="00593917" w:rsidRDefault="00593917"/>
    <w:p w14:paraId="48FDA734" w14:textId="77777777" w:rsidR="000675A2" w:rsidRDefault="000675A2">
      <w:r>
        <w:t>52 63 396</w:t>
      </w:r>
    </w:p>
    <w:p w14:paraId="46045E44" w14:textId="77777777" w:rsidR="000675A2" w:rsidRDefault="00593917">
      <w:r>
        <w:t>h</w:t>
      </w:r>
      <w:r w:rsidR="000675A2">
        <w:t>erkki.kauts@rmk.ee</w:t>
      </w:r>
    </w:p>
    <w:sectPr w:rsidR="000675A2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34977" w14:textId="77777777" w:rsidR="00873ECC" w:rsidRDefault="00873ECC">
      <w:r>
        <w:separator/>
      </w:r>
    </w:p>
  </w:endnote>
  <w:endnote w:type="continuationSeparator" w:id="0">
    <w:p w14:paraId="449C46FE" w14:textId="77777777" w:rsidR="00873ECC" w:rsidRDefault="00873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3C5D8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E9B4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1B3E" w14:textId="77777777" w:rsidR="00FD3266" w:rsidRDefault="00FD3266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72B9C" w14:textId="77777777" w:rsidR="00873ECC" w:rsidRDefault="00873ECC">
      <w:r>
        <w:separator/>
      </w:r>
    </w:p>
  </w:footnote>
  <w:footnote w:type="continuationSeparator" w:id="0">
    <w:p w14:paraId="31A17A09" w14:textId="77777777" w:rsidR="00873ECC" w:rsidRDefault="00873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AA00" w14:textId="77777777" w:rsidR="00FD3266" w:rsidRDefault="00FD3266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6113B4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6D2AC" w14:textId="77777777" w:rsidR="00FD3266" w:rsidRDefault="00FD3266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F02E" w14:textId="77777777" w:rsidR="00FD3266" w:rsidRDefault="00FD3266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829904726">
    <w:abstractNumId w:val="0"/>
  </w:num>
  <w:num w:numId="2" w16cid:durableId="9197538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2E"/>
    <w:rsid w:val="000070E8"/>
    <w:rsid w:val="000675A2"/>
    <w:rsid w:val="000B5DE2"/>
    <w:rsid w:val="000C7A7A"/>
    <w:rsid w:val="000D31BC"/>
    <w:rsid w:val="0015432F"/>
    <w:rsid w:val="001805C9"/>
    <w:rsid w:val="00186242"/>
    <w:rsid w:val="00187A2D"/>
    <w:rsid w:val="00194010"/>
    <w:rsid w:val="001A75CC"/>
    <w:rsid w:val="001D139F"/>
    <w:rsid w:val="001D4B47"/>
    <w:rsid w:val="001E574A"/>
    <w:rsid w:val="00231DFB"/>
    <w:rsid w:val="00245781"/>
    <w:rsid w:val="00253852"/>
    <w:rsid w:val="002762FB"/>
    <w:rsid w:val="002C1876"/>
    <w:rsid w:val="002E7164"/>
    <w:rsid w:val="00326150"/>
    <w:rsid w:val="003341E5"/>
    <w:rsid w:val="003511CD"/>
    <w:rsid w:val="0035333B"/>
    <w:rsid w:val="00356C40"/>
    <w:rsid w:val="00387D1D"/>
    <w:rsid w:val="003A08B0"/>
    <w:rsid w:val="003A5ACD"/>
    <w:rsid w:val="003B425C"/>
    <w:rsid w:val="003F6F72"/>
    <w:rsid w:val="004140A0"/>
    <w:rsid w:val="00436506"/>
    <w:rsid w:val="00443BC5"/>
    <w:rsid w:val="00464B47"/>
    <w:rsid w:val="00477BB1"/>
    <w:rsid w:val="00491E34"/>
    <w:rsid w:val="004F08C6"/>
    <w:rsid w:val="0058282E"/>
    <w:rsid w:val="00593917"/>
    <w:rsid w:val="005A174F"/>
    <w:rsid w:val="006113B4"/>
    <w:rsid w:val="006228CF"/>
    <w:rsid w:val="00626C62"/>
    <w:rsid w:val="00671C7C"/>
    <w:rsid w:val="00671FF2"/>
    <w:rsid w:val="006D2B4E"/>
    <w:rsid w:val="006F1572"/>
    <w:rsid w:val="00704BBF"/>
    <w:rsid w:val="0072531A"/>
    <w:rsid w:val="0075211E"/>
    <w:rsid w:val="00754D8F"/>
    <w:rsid w:val="00762FC0"/>
    <w:rsid w:val="0079292B"/>
    <w:rsid w:val="007A08DD"/>
    <w:rsid w:val="007B7275"/>
    <w:rsid w:val="007C7C57"/>
    <w:rsid w:val="007D1F90"/>
    <w:rsid w:val="007E0D20"/>
    <w:rsid w:val="007F482F"/>
    <w:rsid w:val="00845FCB"/>
    <w:rsid w:val="00873ECC"/>
    <w:rsid w:val="00876974"/>
    <w:rsid w:val="008B1038"/>
    <w:rsid w:val="008C0A3A"/>
    <w:rsid w:val="009007A0"/>
    <w:rsid w:val="009C194D"/>
    <w:rsid w:val="00A9445B"/>
    <w:rsid w:val="00A951F3"/>
    <w:rsid w:val="00AA6DA9"/>
    <w:rsid w:val="00B06906"/>
    <w:rsid w:val="00B44A85"/>
    <w:rsid w:val="00B5171F"/>
    <w:rsid w:val="00B7608B"/>
    <w:rsid w:val="00C32B5E"/>
    <w:rsid w:val="00C406E9"/>
    <w:rsid w:val="00C424C4"/>
    <w:rsid w:val="00C52479"/>
    <w:rsid w:val="00C66170"/>
    <w:rsid w:val="00C67247"/>
    <w:rsid w:val="00CC5156"/>
    <w:rsid w:val="00CF1E47"/>
    <w:rsid w:val="00D34BF1"/>
    <w:rsid w:val="00D92EA5"/>
    <w:rsid w:val="00DE3346"/>
    <w:rsid w:val="00E144AD"/>
    <w:rsid w:val="00E43B71"/>
    <w:rsid w:val="00E57378"/>
    <w:rsid w:val="00E7760F"/>
    <w:rsid w:val="00E85637"/>
    <w:rsid w:val="00EC5BAE"/>
    <w:rsid w:val="00EF108D"/>
    <w:rsid w:val="00F04FCF"/>
    <w:rsid w:val="00F8674D"/>
    <w:rsid w:val="00F94062"/>
    <w:rsid w:val="00FD3266"/>
    <w:rsid w:val="00F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609B83"/>
  <w15:docId w15:val="{65D30EE2-BB0F-442F-BC0D-9F01D0BD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1F7B2-B460-4703-968E-BB312ABB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1</TotalTime>
  <Pages>1</Pages>
  <Words>73</Words>
  <Characters>687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759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2023-02-02T07:34:00Z</dcterms:created>
  <dcterms:modified xsi:type="dcterms:W3CDTF">2023-02-02T07:34:00Z</dcterms:modified>
</cp:coreProperties>
</file>